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373B9E" w:rsidRPr="00373B9E" w:rsidRDefault="00373B9E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Кировская, ул. Ильича, ул. Добролюбова, </w:t>
            </w:r>
          </w:p>
          <w:p w:rsidR="00373B9E" w:rsidRDefault="00373B9E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Партизанская 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373B9E" w:rsidRPr="00373B9E">
        <w:rPr>
          <w:rFonts w:ascii="Times New Roman" w:hAnsi="Times New Roman"/>
          <w:b/>
          <w:sz w:val="28"/>
          <w:szCs w:val="28"/>
        </w:rPr>
        <w:t>ул. Кировская, ул. Ильича, ул. Добролюбова, ул. Партизанская</w:t>
      </w:r>
      <w:r>
        <w:rPr>
          <w:rFonts w:ascii="Times New Roman" w:hAnsi="Times New Roman"/>
          <w:b/>
          <w:sz w:val="28"/>
          <w:szCs w:val="28"/>
        </w:rPr>
        <w:t>, подлежащей комплексному развитию, со схемой</w:t>
      </w:r>
      <w:proofErr w:type="gramEnd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6A0135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Кировская, ул. Ильича, ул. Добролюбова, ул. Партизанская, подлежащей комплексному развитию</w:t>
            </w:r>
            <w:proofErr w:type="gramEnd"/>
          </w:p>
        </w:tc>
      </w:tr>
      <w:tr w:rsidR="00373B9E" w:rsidRPr="00373B9E" w:rsidTr="006A0135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373B9E" w:rsidRPr="00373B9E" w:rsidTr="006A0135">
        <w:trPr>
          <w:trHeight w:val="207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657404.01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2521938.21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342°29.7'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32.55</w:t>
            </w:r>
          </w:p>
        </w:tc>
      </w:tr>
      <w:tr w:rsidR="00373B9E" w:rsidRPr="00373B9E" w:rsidTr="006A0135">
        <w:trPr>
          <w:trHeight w:val="167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657435.05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2521928.42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342°43.5'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373B9E" w:rsidRPr="00373B9E" w:rsidTr="006A0135">
        <w:trPr>
          <w:trHeight w:val="245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657476.05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2521915.67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252°11.6'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43.23</w:t>
            </w:r>
          </w:p>
        </w:tc>
      </w:tr>
      <w:tr w:rsidR="00373B9E" w:rsidRPr="00373B9E" w:rsidTr="006A0135">
        <w:trPr>
          <w:trHeight w:val="195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657462.83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2521874.51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343°05.8'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2.96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657465.66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2521873.65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72°11.3'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23.54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657472.86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2521896.06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11°08.5'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657484.69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2521898.39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342°12.9'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34.31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657517.36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2521887.91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252°28.9'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28.64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657508.74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2521860.60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346°23.3'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7.86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657516.38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2521858.75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70°16.9'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28.24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657525.91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2521885.34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73°27.9'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62.58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657543.72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2521945.33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72°45.6'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51.99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657559.13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2521994.99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163°25.6'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657552.41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2521996.99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161°39.2'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40.66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657513.81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2522009.79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162°30.8'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47.03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657468.96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2522023.92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251°49.8'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52.50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657452.59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2521974.04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161°03.9'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35.13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657419.36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2521985.44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251°59.7'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49.66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373B9E" w:rsidRDefault="00712797" w:rsidP="00373B9E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</w:t>
            </w:r>
            <w:r w:rsidR="00373B9E" w:rsidRPr="00373B9E">
              <w:rPr>
                <w:rFonts w:ascii="Times New Roman" w:hAnsi="Times New Roman"/>
                <w:sz w:val="28"/>
                <w:szCs w:val="28"/>
              </w:rPr>
              <w:t xml:space="preserve">ул. Кировская, </w:t>
            </w:r>
            <w:proofErr w:type="gramEnd"/>
          </w:p>
          <w:p w:rsidR="00C05D11" w:rsidRDefault="00373B9E" w:rsidP="00373B9E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3B9E">
              <w:rPr>
                <w:rFonts w:ascii="Times New Roman" w:hAnsi="Times New Roman"/>
                <w:sz w:val="28"/>
                <w:szCs w:val="28"/>
              </w:rPr>
              <w:t>ул. Ильича, ул. Добролюбова, ул. Партизанская</w:t>
            </w:r>
            <w:r w:rsidR="007127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712797">
              <w:rPr>
                <w:rFonts w:ascii="Times New Roman" w:hAnsi="Times New Roman"/>
                <w:sz w:val="28"/>
                <w:szCs w:val="28"/>
              </w:rPr>
              <w:t>подлежащей</w:t>
            </w:r>
            <w:proofErr w:type="gramEnd"/>
            <w:r w:rsidR="00712797">
              <w:rPr>
                <w:rFonts w:ascii="Times New Roman" w:hAnsi="Times New Roman"/>
                <w:sz w:val="28"/>
                <w:szCs w:val="28"/>
              </w:rPr>
              <w:t xml:space="preserve"> комплексному развитию</w:t>
            </w:r>
          </w:p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712797">
        <w:trPr>
          <w:trHeight w:val="1062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373B9E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5B1921" wp14:editId="3B0E10AB">
                  <wp:extent cx="5505450" cy="6848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5450" cy="684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F659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17721E"/>
    <w:rsid w:val="00373B9E"/>
    <w:rsid w:val="004857E0"/>
    <w:rsid w:val="005165F1"/>
    <w:rsid w:val="005F2485"/>
    <w:rsid w:val="00712797"/>
    <w:rsid w:val="00C05D11"/>
    <w:rsid w:val="00E442FF"/>
    <w:rsid w:val="00F6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2024-11-01T12:54:00Z</cp:lastPrinted>
  <dcterms:created xsi:type="dcterms:W3CDTF">2024-10-31T06:10:00Z</dcterms:created>
  <dcterms:modified xsi:type="dcterms:W3CDTF">2024-11-01T12:55:00Z</dcterms:modified>
</cp:coreProperties>
</file>